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7BA" w:rsidRPr="005E7A6C" w:rsidRDefault="008D57BA" w:rsidP="00AF0D01">
      <w:pPr>
        <w:spacing w:after="0" w:line="240" w:lineRule="auto"/>
        <w:jc w:val="right"/>
        <w:rPr>
          <w:rFonts w:ascii="Times New Roman" w:hAnsi="Times New Roman"/>
          <w:b/>
          <w:sz w:val="20"/>
          <w:szCs w:val="20"/>
        </w:rPr>
      </w:pPr>
      <w:r w:rsidRPr="005E7A6C">
        <w:rPr>
          <w:rFonts w:ascii="Times New Roman" w:hAnsi="Times New Roman"/>
          <w:b/>
          <w:sz w:val="20"/>
          <w:szCs w:val="20"/>
        </w:rPr>
        <w:t xml:space="preserve">Приложение № 7 </w:t>
      </w:r>
    </w:p>
    <w:p w:rsidR="008D57BA" w:rsidRPr="005E7A6C" w:rsidRDefault="008D57BA" w:rsidP="00AF0D0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Решению  Краснозавод</w:t>
      </w:r>
      <w:r w:rsidRPr="005E7A6C">
        <w:rPr>
          <w:rFonts w:ascii="Times New Roman" w:hAnsi="Times New Roman"/>
          <w:sz w:val="20"/>
          <w:szCs w:val="20"/>
        </w:rPr>
        <w:t>ского</w:t>
      </w:r>
    </w:p>
    <w:p w:rsidR="008D57BA" w:rsidRPr="005E7A6C" w:rsidRDefault="008D57BA" w:rsidP="00AF0D0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5E7A6C">
        <w:rPr>
          <w:rFonts w:ascii="Times New Roman" w:hAnsi="Times New Roman"/>
          <w:sz w:val="20"/>
          <w:szCs w:val="20"/>
        </w:rPr>
        <w:t xml:space="preserve"> сельского  Совета депутатов</w:t>
      </w:r>
    </w:p>
    <w:p w:rsidR="008D57BA" w:rsidRPr="005E7A6C" w:rsidRDefault="008D57BA" w:rsidP="00AF0D0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от 13 мая </w:t>
      </w:r>
      <w:r w:rsidRPr="005E7A6C">
        <w:rPr>
          <w:rFonts w:ascii="Times New Roman" w:hAnsi="Times New Roman"/>
          <w:sz w:val="20"/>
          <w:szCs w:val="20"/>
        </w:rPr>
        <w:t>20</w:t>
      </w:r>
      <w:r>
        <w:rPr>
          <w:rFonts w:ascii="Times New Roman" w:hAnsi="Times New Roman"/>
          <w:sz w:val="20"/>
          <w:szCs w:val="20"/>
        </w:rPr>
        <w:t>20</w:t>
      </w:r>
      <w:r w:rsidRPr="005E7A6C">
        <w:rPr>
          <w:rFonts w:ascii="Times New Roman" w:hAnsi="Times New Roman"/>
          <w:sz w:val="20"/>
          <w:szCs w:val="20"/>
        </w:rPr>
        <w:t xml:space="preserve"> №</w:t>
      </w:r>
      <w:r>
        <w:rPr>
          <w:rFonts w:ascii="Times New Roman" w:hAnsi="Times New Roman"/>
          <w:sz w:val="20"/>
          <w:szCs w:val="20"/>
        </w:rPr>
        <w:t xml:space="preserve"> 55-154</w:t>
      </w:r>
      <w:r w:rsidRPr="005E7A6C">
        <w:rPr>
          <w:rFonts w:ascii="Times New Roman" w:hAnsi="Times New Roman"/>
          <w:sz w:val="20"/>
          <w:szCs w:val="20"/>
        </w:rPr>
        <w:t xml:space="preserve"> </w:t>
      </w:r>
    </w:p>
    <w:p w:rsidR="008D57BA" w:rsidRDefault="008D57BA" w:rsidP="00AF0D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D57BA" w:rsidRDefault="008D57BA" w:rsidP="007A51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D57BA" w:rsidRDefault="008D57BA" w:rsidP="007A51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D57BA" w:rsidRDefault="008D57BA" w:rsidP="007A51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D57BA" w:rsidRDefault="008D57BA" w:rsidP="007A51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A51E7">
        <w:rPr>
          <w:rFonts w:ascii="Times New Roman" w:hAnsi="Times New Roman"/>
          <w:sz w:val="28"/>
          <w:szCs w:val="28"/>
        </w:rPr>
        <w:t>Отчет</w:t>
      </w:r>
      <w:r>
        <w:rPr>
          <w:rFonts w:ascii="Times New Roman" w:hAnsi="Times New Roman"/>
          <w:sz w:val="28"/>
          <w:szCs w:val="28"/>
        </w:rPr>
        <w:t xml:space="preserve"> об использовании бюджетных ассигнований</w:t>
      </w:r>
    </w:p>
    <w:p w:rsidR="008D57BA" w:rsidRDefault="008D57BA" w:rsidP="007A51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резервного фонда  Краснозаводского сельсовета</w:t>
      </w:r>
    </w:p>
    <w:p w:rsidR="008D57BA" w:rsidRDefault="008D57BA" w:rsidP="007A51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2019 год</w:t>
      </w:r>
    </w:p>
    <w:p w:rsidR="008D57BA" w:rsidRDefault="008D57BA" w:rsidP="007A51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92"/>
        <w:gridCol w:w="2393"/>
        <w:gridCol w:w="2393"/>
        <w:gridCol w:w="2393"/>
      </w:tblGrid>
      <w:tr w:rsidR="008D57BA" w:rsidRPr="00CE488F" w:rsidTr="00CE488F">
        <w:tc>
          <w:tcPr>
            <w:tcW w:w="2392" w:type="dxa"/>
          </w:tcPr>
          <w:p w:rsidR="008D57BA" w:rsidRPr="00CE488F" w:rsidRDefault="008D57BA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88F">
              <w:rPr>
                <w:rFonts w:ascii="Times New Roman" w:hAnsi="Times New Roman"/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2393" w:type="dxa"/>
          </w:tcPr>
          <w:p w:rsidR="008D57BA" w:rsidRPr="00CE488F" w:rsidRDefault="008D57BA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88F">
              <w:rPr>
                <w:rFonts w:ascii="Times New Roman" w:hAnsi="Times New Roman"/>
                <w:sz w:val="28"/>
                <w:szCs w:val="28"/>
              </w:rPr>
              <w:t>План,</w:t>
            </w:r>
          </w:p>
          <w:p w:rsidR="008D57BA" w:rsidRPr="00CE488F" w:rsidRDefault="008D57BA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88F"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2393" w:type="dxa"/>
          </w:tcPr>
          <w:p w:rsidR="008D57BA" w:rsidRPr="00CE488F" w:rsidRDefault="008D57BA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88F">
              <w:rPr>
                <w:rFonts w:ascii="Times New Roman" w:hAnsi="Times New Roman"/>
                <w:sz w:val="28"/>
                <w:szCs w:val="28"/>
              </w:rPr>
              <w:t>Исполнено,</w:t>
            </w:r>
          </w:p>
          <w:p w:rsidR="008D57BA" w:rsidRPr="00CE488F" w:rsidRDefault="008D57BA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88F"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  <w:tc>
          <w:tcPr>
            <w:tcW w:w="2393" w:type="dxa"/>
          </w:tcPr>
          <w:p w:rsidR="008D57BA" w:rsidRPr="00CE488F" w:rsidRDefault="008D57BA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88F">
              <w:rPr>
                <w:rFonts w:ascii="Times New Roman" w:hAnsi="Times New Roman"/>
                <w:sz w:val="28"/>
                <w:szCs w:val="28"/>
              </w:rPr>
              <w:t>Остаток,</w:t>
            </w:r>
          </w:p>
          <w:p w:rsidR="008D57BA" w:rsidRPr="00CE488F" w:rsidRDefault="008D57BA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88F">
              <w:rPr>
                <w:rFonts w:ascii="Times New Roman" w:hAnsi="Times New Roman"/>
                <w:sz w:val="28"/>
                <w:szCs w:val="28"/>
              </w:rPr>
              <w:t>тыс.рублей</w:t>
            </w:r>
          </w:p>
        </w:tc>
      </w:tr>
      <w:tr w:rsidR="008D57BA" w:rsidRPr="00CE488F" w:rsidTr="00CE488F">
        <w:tc>
          <w:tcPr>
            <w:tcW w:w="2392" w:type="dxa"/>
          </w:tcPr>
          <w:p w:rsidR="008D57BA" w:rsidRPr="00CE488F" w:rsidRDefault="008D57BA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88F">
              <w:rPr>
                <w:rFonts w:ascii="Times New Roman" w:hAnsi="Times New Roman"/>
                <w:sz w:val="28"/>
                <w:szCs w:val="28"/>
              </w:rPr>
              <w:t xml:space="preserve">Денежные средства резервного фонда </w:t>
            </w:r>
          </w:p>
        </w:tc>
        <w:tc>
          <w:tcPr>
            <w:tcW w:w="2393" w:type="dxa"/>
          </w:tcPr>
          <w:p w:rsidR="008D57BA" w:rsidRPr="00CE488F" w:rsidRDefault="008D57BA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D57BA" w:rsidRPr="00CE488F" w:rsidRDefault="008D57BA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CE488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2393" w:type="dxa"/>
          </w:tcPr>
          <w:p w:rsidR="008D57BA" w:rsidRPr="00CE488F" w:rsidRDefault="008D57BA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D57BA" w:rsidRPr="00CE488F" w:rsidRDefault="008D57BA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488F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2393" w:type="dxa"/>
          </w:tcPr>
          <w:p w:rsidR="008D57BA" w:rsidRPr="00CE488F" w:rsidRDefault="008D57BA" w:rsidP="00CE488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D57BA" w:rsidRPr="00CE488F" w:rsidRDefault="008D57BA" w:rsidP="00CE488F">
            <w:pPr>
              <w:spacing w:after="0" w:line="240" w:lineRule="auto"/>
              <w:ind w:firstLine="7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  <w:r w:rsidRPr="00CE488F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</w:tr>
    </w:tbl>
    <w:p w:rsidR="008D57BA" w:rsidRDefault="008D57BA" w:rsidP="007A51E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8D57BA" w:rsidSect="006B5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51E7"/>
    <w:rsid w:val="000A14FD"/>
    <w:rsid w:val="00153BF1"/>
    <w:rsid w:val="00172860"/>
    <w:rsid w:val="00230E78"/>
    <w:rsid w:val="00383B68"/>
    <w:rsid w:val="00456ADB"/>
    <w:rsid w:val="00487C63"/>
    <w:rsid w:val="004C0DF7"/>
    <w:rsid w:val="004D0ED1"/>
    <w:rsid w:val="00501947"/>
    <w:rsid w:val="00586355"/>
    <w:rsid w:val="005E7A6C"/>
    <w:rsid w:val="006122C7"/>
    <w:rsid w:val="006B49D6"/>
    <w:rsid w:val="006B5FB7"/>
    <w:rsid w:val="0073598F"/>
    <w:rsid w:val="00782F35"/>
    <w:rsid w:val="00783757"/>
    <w:rsid w:val="007A51E7"/>
    <w:rsid w:val="008D57BA"/>
    <w:rsid w:val="00915251"/>
    <w:rsid w:val="0092296A"/>
    <w:rsid w:val="009A0993"/>
    <w:rsid w:val="00AF0D01"/>
    <w:rsid w:val="00BD0CD6"/>
    <w:rsid w:val="00BD0DB9"/>
    <w:rsid w:val="00C65073"/>
    <w:rsid w:val="00CE488F"/>
    <w:rsid w:val="00CF4057"/>
    <w:rsid w:val="00D81487"/>
    <w:rsid w:val="00E059A2"/>
    <w:rsid w:val="00E7325B"/>
    <w:rsid w:val="00EA18C9"/>
    <w:rsid w:val="00F210AD"/>
    <w:rsid w:val="00F66038"/>
    <w:rsid w:val="00F722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FB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A51E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E7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E7A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1</Pages>
  <Words>51</Words>
  <Characters>296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Шалудкина</dc:creator>
  <cp:keywords/>
  <dc:description/>
  <cp:lastModifiedBy>Admin</cp:lastModifiedBy>
  <cp:revision>17</cp:revision>
  <cp:lastPrinted>2020-03-04T01:52:00Z</cp:lastPrinted>
  <dcterms:created xsi:type="dcterms:W3CDTF">2017-02-28T04:16:00Z</dcterms:created>
  <dcterms:modified xsi:type="dcterms:W3CDTF">2020-05-12T05:10:00Z</dcterms:modified>
</cp:coreProperties>
</file>